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0636B4" w:rsidRDefault="00FE26F2" w:rsidP="000636B4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T</w:t>
      </w:r>
      <w:r w:rsidR="00EB659E" w:rsidRPr="00EB659E">
        <w:rPr>
          <w:rFonts w:ascii="Verdana" w:eastAsia="Calibri" w:hAnsi="Verdana" w:cs="Times New Roman"/>
        </w:rPr>
        <w:t>echnická zpráva</w:t>
      </w:r>
    </w:p>
    <w:p w:rsidR="00FE26F2" w:rsidRPr="00263BB9" w:rsidRDefault="00FE26F2" w:rsidP="007C0EF8">
      <w:pPr>
        <w:tabs>
          <w:tab w:val="left" w:pos="426"/>
        </w:tabs>
        <w:ind w:left="1134"/>
        <w:rPr>
          <w:rFonts w:ascii="Verdana" w:eastAsia="Calibri" w:hAnsi="Verdana" w:cs="Times New Roman"/>
        </w:rPr>
      </w:pPr>
      <w:bookmarkStart w:id="0" w:name="_GoBack"/>
      <w:bookmarkEnd w:id="0"/>
    </w:p>
    <w:sectPr w:rsidR="00FE26F2" w:rsidRPr="00263BB9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E92" w:rsidRDefault="00025E92" w:rsidP="00962258">
      <w:pPr>
        <w:spacing w:after="0" w:line="240" w:lineRule="auto"/>
      </w:pPr>
      <w:r>
        <w:separator/>
      </w:r>
    </w:p>
  </w:endnote>
  <w:end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2A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2A8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E2A8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C70173" w:rsidP="00460660">
          <w:pPr>
            <w:pStyle w:val="Zpat"/>
          </w:pPr>
          <w:r>
            <w:t xml:space="preserve">Oblastní ředitelství Praha </w:t>
          </w:r>
        </w:p>
        <w:p w:rsidR="00C70173" w:rsidRDefault="00C70173" w:rsidP="00460660">
          <w:pPr>
            <w:pStyle w:val="Zpat"/>
          </w:pPr>
          <w:r>
            <w:t>Partyzánská 24</w:t>
          </w:r>
        </w:p>
        <w:p w:rsidR="00C70173" w:rsidRDefault="00C70173" w:rsidP="00460660">
          <w:pPr>
            <w:pStyle w:val="Zpat"/>
          </w:pPr>
          <w:r>
            <w:t>170 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E92" w:rsidRDefault="00025E92" w:rsidP="00962258">
      <w:pPr>
        <w:spacing w:after="0" w:line="240" w:lineRule="auto"/>
      </w:pPr>
      <w:r>
        <w:separator/>
      </w:r>
    </w:p>
  </w:footnote>
  <w:footnote w:type="continuationSeparator" w:id="0">
    <w:p w:rsidR="00025E92" w:rsidRDefault="00025E9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56324858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25E92"/>
    <w:rsid w:val="000636B4"/>
    <w:rsid w:val="00072C1E"/>
    <w:rsid w:val="000E23A7"/>
    <w:rsid w:val="0010693F"/>
    <w:rsid w:val="00114472"/>
    <w:rsid w:val="001274CC"/>
    <w:rsid w:val="001550BC"/>
    <w:rsid w:val="001605B9"/>
    <w:rsid w:val="00170EC5"/>
    <w:rsid w:val="001747C1"/>
    <w:rsid w:val="00184743"/>
    <w:rsid w:val="001D40EA"/>
    <w:rsid w:val="00207DF5"/>
    <w:rsid w:val="00263BB9"/>
    <w:rsid w:val="00280E07"/>
    <w:rsid w:val="002823E4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2A82"/>
    <w:rsid w:val="004E3A53"/>
    <w:rsid w:val="004F20BC"/>
    <w:rsid w:val="004F4B9B"/>
    <w:rsid w:val="004F69EA"/>
    <w:rsid w:val="00511AB9"/>
    <w:rsid w:val="00523EA7"/>
    <w:rsid w:val="00553375"/>
    <w:rsid w:val="00557C28"/>
    <w:rsid w:val="00566303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0E1C"/>
    <w:rsid w:val="007C0EF8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29C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70173"/>
    <w:rsid w:val="00C72FC7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66E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F12C302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AB17B0-143B-4B12-8C14-7C17BE9A9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5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Marešková Barbora, Ing.</cp:lastModifiedBy>
  <cp:revision>14</cp:revision>
  <cp:lastPrinted>2020-02-21T12:44:00Z</cp:lastPrinted>
  <dcterms:created xsi:type="dcterms:W3CDTF">2020-02-27T08:42:00Z</dcterms:created>
  <dcterms:modified xsi:type="dcterms:W3CDTF">2022-05-25T11:40:00Z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